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14" w:rsidRDefault="00665914" w:rsidP="00197CBF">
      <w:pPr>
        <w:pStyle w:val="BodyText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  <w:r>
        <w:rPr>
          <w:rFonts w:ascii="Times New Roman" w:hAnsi="Times New Roman"/>
          <w:b w:val="0"/>
          <w:szCs w:val="28"/>
        </w:rPr>
        <w:t xml:space="preserve">  </w:t>
      </w:r>
    </w:p>
    <w:p w:rsidR="00665914" w:rsidRDefault="00665914" w:rsidP="00197CBF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Cs w:val="28"/>
        </w:rPr>
        <w:t>на наукову роботу</w:t>
      </w:r>
      <w:r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szCs w:val="28"/>
        </w:rPr>
        <w:t>«</w:t>
      </w:r>
      <w:r>
        <w:rPr>
          <w:rFonts w:ascii="Times New Roman" w:hAnsi="Times New Roman"/>
          <w:szCs w:val="28"/>
          <w:u w:val="single"/>
        </w:rPr>
        <w:t>Історія масонства»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b w:val="0"/>
          <w:szCs w:val="28"/>
        </w:rPr>
        <w:t xml:space="preserve"> представлену на Конкурс</w:t>
      </w:r>
      <w:r>
        <w:rPr>
          <w:rFonts w:ascii="Times New Roman" w:hAnsi="Times New Roman"/>
          <w:b w:val="0"/>
          <w:sz w:val="18"/>
          <w:szCs w:val="18"/>
        </w:rPr>
        <w:t xml:space="preserve"> </w:t>
      </w:r>
    </w:p>
    <w:p w:rsidR="00665914" w:rsidRDefault="00665914" w:rsidP="00197CBF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>(шифр)</w:t>
      </w:r>
    </w:p>
    <w:p w:rsidR="00665914" w:rsidRDefault="00665914" w:rsidP="00197CBF">
      <w:pPr>
        <w:pStyle w:val="BodyText"/>
        <w:ind w:right="279"/>
        <w:jc w:val="left"/>
        <w:rPr>
          <w:rFonts w:ascii="Times New Roman" w:hAnsi="Times New Roman"/>
          <w:b w:val="0"/>
          <w:szCs w:val="28"/>
          <w:u w:val="single"/>
        </w:rPr>
      </w:pPr>
      <w:r>
        <w:rPr>
          <w:rFonts w:ascii="Times New Roman" w:hAnsi="Times New Roman"/>
          <w:b w:val="0"/>
          <w:szCs w:val="28"/>
        </w:rPr>
        <w:t xml:space="preserve">                </w:t>
      </w:r>
      <w:r>
        <w:rPr>
          <w:rFonts w:ascii="Times New Roman" w:hAnsi="Times New Roman"/>
          <w:b w:val="0"/>
          <w:szCs w:val="28"/>
          <w:u w:val="single"/>
        </w:rPr>
        <w:t xml:space="preserve">   з  історії та археології______________________________</w:t>
      </w:r>
    </w:p>
    <w:p w:rsidR="00665914" w:rsidRDefault="00665914" w:rsidP="00197CBF">
      <w:pPr>
        <w:ind w:right="279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(назва галузі знань, спеціальності, спеціалізації)</w:t>
      </w:r>
    </w:p>
    <w:p w:rsidR="00665914" w:rsidRDefault="00665914" w:rsidP="00197CBF">
      <w:pPr>
        <w:ind w:right="279"/>
        <w:rPr>
          <w:sz w:val="20"/>
          <w:szCs w:val="20"/>
        </w:rPr>
      </w:pPr>
    </w:p>
    <w:p w:rsidR="00665914" w:rsidRDefault="00665914" w:rsidP="00197CBF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  <w:r>
              <w:rPr>
                <w:rStyle w:val="FootnoteReference"/>
                <w:b w:val="0"/>
                <w:sz w:val="24"/>
                <w:szCs w:val="24"/>
              </w:rPr>
              <w:footnoteReference w:id="1"/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7</w:t>
            </w: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</w:t>
            </w: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4</w:t>
            </w: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-108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665914" w:rsidRPr="00197CBF" w:rsidRDefault="00665914">
            <w:pPr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Недостатнє обгрунтування.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665914" w:rsidRPr="00197CBF" w:rsidRDefault="00665914" w:rsidP="00197CBF">
            <w:pPr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Не визначені хронологічні межі та </w:t>
            </w:r>
            <w:r w:rsidRPr="00197CBF">
              <w:rPr>
                <w:lang w:val="ru-RU" w:eastAsia="en-US"/>
              </w:rPr>
              <w:t>науко</w:t>
            </w:r>
            <w:r>
              <w:rPr>
                <w:lang w:val="ru-RU" w:eastAsia="en-US"/>
              </w:rPr>
              <w:t xml:space="preserve">ва </w:t>
            </w:r>
            <w:r w:rsidRPr="00197CBF">
              <w:rPr>
                <w:lang w:val="ru-RU" w:eastAsia="en-US"/>
              </w:rPr>
              <w:t xml:space="preserve"> роботи.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Відсутність обґрунтування методів дослідження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65914" w:rsidTr="00197CBF">
        <w:tc>
          <w:tcPr>
            <w:tcW w:w="828" w:type="dxa"/>
          </w:tcPr>
          <w:p w:rsidR="00665914" w:rsidRDefault="00665914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665914" w:rsidRDefault="00665914" w:rsidP="00197CBF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Робота носить реферативний характер, складається з восьми підрозділів, об’єм яких становить 2-3 сторінки і має описовий характер.</w:t>
            </w:r>
          </w:p>
        </w:tc>
        <w:tc>
          <w:tcPr>
            <w:tcW w:w="1980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65914" w:rsidTr="00197CBF">
        <w:tc>
          <w:tcPr>
            <w:tcW w:w="8928" w:type="dxa"/>
            <w:gridSpan w:val="3"/>
          </w:tcPr>
          <w:p w:rsidR="00665914" w:rsidRDefault="0066591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665914" w:rsidRDefault="0066591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57</w:t>
            </w:r>
            <w:bookmarkStart w:id="0" w:name="_GoBack"/>
            <w:bookmarkEnd w:id="0"/>
          </w:p>
        </w:tc>
      </w:tr>
    </w:tbl>
    <w:p w:rsidR="00665914" w:rsidRDefault="00665914" w:rsidP="00197CBF">
      <w:pPr>
        <w:pStyle w:val="BodyText"/>
        <w:ind w:left="-180" w:right="279"/>
        <w:jc w:val="left"/>
        <w:rPr>
          <w:rFonts w:ascii="Times New Roman" w:hAnsi="Times New Roman"/>
          <w:b w:val="0"/>
          <w:szCs w:val="28"/>
        </w:rPr>
      </w:pPr>
    </w:p>
    <w:sectPr w:rsidR="00665914" w:rsidSect="00842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914" w:rsidRDefault="00665914" w:rsidP="00197CBF">
      <w:r>
        <w:separator/>
      </w:r>
    </w:p>
  </w:endnote>
  <w:endnote w:type="continuationSeparator" w:id="0">
    <w:p w:rsidR="00665914" w:rsidRDefault="00665914" w:rsidP="00197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914" w:rsidRDefault="00665914" w:rsidP="00197CBF">
      <w:r>
        <w:separator/>
      </w:r>
    </w:p>
  </w:footnote>
  <w:footnote w:type="continuationSeparator" w:id="0">
    <w:p w:rsidR="00665914" w:rsidRDefault="00665914" w:rsidP="00197CBF">
      <w:r>
        <w:continuationSeparator/>
      </w:r>
    </w:p>
  </w:footnote>
  <w:footnote w:id="1">
    <w:p w:rsidR="00665914" w:rsidRDefault="00665914" w:rsidP="00197CBF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3392"/>
    <w:rsid w:val="00197CBF"/>
    <w:rsid w:val="001B3392"/>
    <w:rsid w:val="00385505"/>
    <w:rsid w:val="003A38B2"/>
    <w:rsid w:val="00665914"/>
    <w:rsid w:val="00791BCA"/>
    <w:rsid w:val="00842092"/>
    <w:rsid w:val="00D85AEE"/>
    <w:rsid w:val="00EE5E23"/>
    <w:rsid w:val="00F30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CBF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197CBF"/>
    <w:rPr>
      <w:rFonts w:ascii="Calibri" w:hAnsi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97CBF"/>
    <w:rPr>
      <w:rFonts w:ascii="Calibri" w:hAnsi="Calibri" w:cs="Times New Roman"/>
      <w:lang w:val="uk-UA" w:eastAsia="uk-UA"/>
    </w:rPr>
  </w:style>
  <w:style w:type="paragraph" w:styleId="BodyText">
    <w:name w:val="Body Text"/>
    <w:basedOn w:val="Normal"/>
    <w:link w:val="BodyTextChar"/>
    <w:uiPriority w:val="99"/>
    <w:rsid w:val="00197CBF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97CBF"/>
    <w:rPr>
      <w:rFonts w:ascii="Calibri" w:hAnsi="Calibri" w:cs="Times New Roman"/>
      <w:b/>
      <w:sz w:val="20"/>
      <w:szCs w:val="20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197CBF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00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194</Words>
  <Characters>1110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ntokar</cp:lastModifiedBy>
  <cp:revision>4</cp:revision>
  <dcterms:created xsi:type="dcterms:W3CDTF">2019-03-25T20:28:00Z</dcterms:created>
  <dcterms:modified xsi:type="dcterms:W3CDTF">2019-03-26T10:43:00Z</dcterms:modified>
</cp:coreProperties>
</file>